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A73" w:rsidRPr="00611EB2" w:rsidRDefault="00B50A73" w:rsidP="00B50A73">
      <w:pPr>
        <w:pStyle w:val="NoSpacing"/>
        <w:rPr>
          <w:b/>
          <w:sz w:val="36"/>
        </w:rPr>
      </w:pPr>
      <w:r w:rsidRPr="00611EB2">
        <w:rPr>
          <w:b/>
          <w:sz w:val="36"/>
        </w:rPr>
        <w:t xml:space="preserve">Scratch </w:t>
      </w:r>
      <w:r w:rsidR="00775B90">
        <w:rPr>
          <w:b/>
          <w:sz w:val="36"/>
        </w:rPr>
        <w:t xml:space="preserve">- </w:t>
      </w:r>
      <w:r w:rsidRPr="00611EB2">
        <w:rPr>
          <w:b/>
          <w:sz w:val="36"/>
        </w:rPr>
        <w:t>Flappy Bird Clone</w:t>
      </w:r>
    </w:p>
    <w:p w:rsidR="00B50A73" w:rsidRDefault="00950BE7" w:rsidP="00B50A73">
      <w:pPr>
        <w:pStyle w:val="NoSpacing"/>
        <w:rPr>
          <w:b/>
          <w:sz w:val="36"/>
        </w:rPr>
      </w:pPr>
      <w:r>
        <w:rPr>
          <w:b/>
          <w:sz w:val="36"/>
        </w:rPr>
        <w:t>Tutorial</w:t>
      </w:r>
    </w:p>
    <w:p w:rsidR="00950BE7" w:rsidRDefault="00950BE7" w:rsidP="00B50A73">
      <w:pPr>
        <w:pStyle w:val="NoSpacing"/>
      </w:pPr>
    </w:p>
    <w:p w:rsidR="00B50A73" w:rsidRDefault="00F77F09" w:rsidP="00F77F09">
      <w:pPr>
        <w:pStyle w:val="NoSpacing"/>
        <w:numPr>
          <w:ilvl w:val="0"/>
          <w:numId w:val="1"/>
        </w:numPr>
      </w:pPr>
      <w:r>
        <w:t>Open scratch or create a new scratch project if already open.</w:t>
      </w:r>
    </w:p>
    <w:p w:rsidR="00F77F09" w:rsidRDefault="001B3CE4" w:rsidP="00F77F09">
      <w:pPr>
        <w:pStyle w:val="NoSpacing"/>
        <w:numPr>
          <w:ilvl w:val="0"/>
          <w:numId w:val="1"/>
        </w:numPr>
      </w:pPr>
      <w:r>
        <w:t xml:space="preserve">Delete the existing </w:t>
      </w:r>
      <w:r w:rsidRPr="00CF5D1C">
        <w:rPr>
          <w:b/>
        </w:rPr>
        <w:t>Felix</w:t>
      </w:r>
      <w:r>
        <w:t xml:space="preserve"> sprite from the stage.</w:t>
      </w:r>
      <w:r w:rsidR="001F2D51">
        <w:br/>
      </w:r>
      <w:r w:rsidR="001F2D51">
        <w:br/>
      </w:r>
      <w:r w:rsidR="001F2D51" w:rsidRPr="001F2D51">
        <w:rPr>
          <w:b/>
        </w:rPr>
        <w:t>ADDING THE BACKGROUND</w:t>
      </w:r>
    </w:p>
    <w:p w:rsidR="001F2D51" w:rsidRDefault="001F2D51" w:rsidP="001F2D51">
      <w:pPr>
        <w:pStyle w:val="NoSpacing"/>
        <w:ind w:left="720"/>
      </w:pPr>
    </w:p>
    <w:p w:rsidR="008956DC" w:rsidRDefault="001B3CE4" w:rsidP="004403E4">
      <w:pPr>
        <w:pStyle w:val="NoSpacing"/>
        <w:numPr>
          <w:ilvl w:val="0"/>
          <w:numId w:val="1"/>
        </w:numPr>
      </w:pPr>
      <w:r>
        <w:t>Create a new sprite from a file.</w:t>
      </w:r>
    </w:p>
    <w:p w:rsidR="001B3CE4" w:rsidRDefault="001B3CE4" w:rsidP="00F77F09">
      <w:pPr>
        <w:pStyle w:val="NoSpacing"/>
        <w:numPr>
          <w:ilvl w:val="0"/>
          <w:numId w:val="1"/>
        </w:numPr>
      </w:pPr>
      <w:r>
        <w:t xml:space="preserve">Select either </w:t>
      </w:r>
      <w:r w:rsidRPr="001B3CE4">
        <w:rPr>
          <w:b/>
        </w:rPr>
        <w:t>fb-background-day.</w:t>
      </w:r>
      <w:r>
        <w:t xml:space="preserve">png or </w:t>
      </w:r>
      <w:r w:rsidRPr="001B3CE4">
        <w:rPr>
          <w:b/>
        </w:rPr>
        <w:t>fb-background-night.png</w:t>
      </w:r>
    </w:p>
    <w:p w:rsidR="001F2D51" w:rsidRDefault="001F2D51" w:rsidP="001F2D51">
      <w:pPr>
        <w:pStyle w:val="NoSpacing"/>
        <w:numPr>
          <w:ilvl w:val="0"/>
          <w:numId w:val="1"/>
        </w:numPr>
      </w:pPr>
      <w:r>
        <w:t>Scale and size the image so it fills the stage completely.</w:t>
      </w:r>
    </w:p>
    <w:p w:rsidR="001F2D51" w:rsidRDefault="001F2D51" w:rsidP="001F2D51">
      <w:pPr>
        <w:pStyle w:val="NoSpacing"/>
        <w:numPr>
          <w:ilvl w:val="0"/>
          <w:numId w:val="1"/>
        </w:numPr>
      </w:pPr>
      <w:r>
        <w:t>Name the sprite “</w:t>
      </w:r>
      <w:r w:rsidRPr="00CF5D1C">
        <w:rPr>
          <w:b/>
        </w:rPr>
        <w:t>Background</w:t>
      </w:r>
      <w:r>
        <w:t>”.</w:t>
      </w:r>
    </w:p>
    <w:p w:rsidR="001F2D51" w:rsidRDefault="001F2D51" w:rsidP="001F2D51">
      <w:pPr>
        <w:pStyle w:val="NoSpacing"/>
        <w:numPr>
          <w:ilvl w:val="0"/>
          <w:numId w:val="1"/>
        </w:numPr>
      </w:pPr>
      <w:r>
        <w:t>Create the following script:</w:t>
      </w:r>
      <w:r>
        <w:br/>
      </w:r>
      <w:r>
        <w:br/>
      </w:r>
      <w:r w:rsidR="005811A1">
        <w:object w:dxaOrig="1081" w:dyaOrig="1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76.5pt" o:ole="">
            <v:imagedata r:id="rId8" o:title=""/>
          </v:shape>
          <o:OLEObject Type="Embed" ProgID="Unknown" ShapeID="_x0000_i1025" DrawAspect="Content" ObjectID="_1456213242" r:id="rId9"/>
        </w:object>
      </w:r>
      <w:r>
        <w:br/>
      </w:r>
      <w:r>
        <w:br/>
      </w:r>
    </w:p>
    <w:p w:rsidR="001F2D51" w:rsidRDefault="001F2D51" w:rsidP="001F2D51">
      <w:pPr>
        <w:pStyle w:val="NoSpacing"/>
        <w:numPr>
          <w:ilvl w:val="0"/>
          <w:numId w:val="1"/>
        </w:numPr>
      </w:pPr>
      <w:r>
        <w:t>Save the Scratch Project to your own folder. Give it a name like “</w:t>
      </w:r>
      <w:proofErr w:type="spellStart"/>
      <w:r w:rsidRPr="00CF5D1C">
        <w:rPr>
          <w:b/>
        </w:rPr>
        <w:t>RamsdenBird</w:t>
      </w:r>
      <w:proofErr w:type="spellEnd"/>
      <w:r>
        <w:t>”.</w:t>
      </w:r>
      <w:r w:rsidR="007E05C6">
        <w:br/>
      </w:r>
      <w:r w:rsidR="007E05C6">
        <w:br/>
      </w:r>
      <w:r w:rsidR="007E05C6" w:rsidRPr="00CF5D1C">
        <w:rPr>
          <w:b/>
        </w:rPr>
        <w:t>SETUP A FEW VARIABLES</w:t>
      </w:r>
      <w:r w:rsidR="007E05C6">
        <w:br/>
      </w:r>
    </w:p>
    <w:p w:rsidR="007E05C6" w:rsidRDefault="007E05C6" w:rsidP="001F2D51">
      <w:pPr>
        <w:pStyle w:val="NoSpacing"/>
        <w:numPr>
          <w:ilvl w:val="0"/>
          <w:numId w:val="1"/>
        </w:numPr>
      </w:pPr>
      <w:r>
        <w:t xml:space="preserve">Create three </w:t>
      </w:r>
      <w:r w:rsidRPr="00CF5D1C">
        <w:rPr>
          <w:b/>
        </w:rPr>
        <w:t>variables</w:t>
      </w:r>
      <w:r>
        <w:t xml:space="preserve"> for all sprites:</w:t>
      </w:r>
      <w:r>
        <w:br/>
      </w:r>
      <w:r>
        <w:br/>
        <w:t>score</w:t>
      </w:r>
      <w:r>
        <w:br/>
        <w:t>playing</w:t>
      </w:r>
      <w:r>
        <w:br/>
        <w:t>gravity</w:t>
      </w:r>
      <w:r>
        <w:br/>
      </w:r>
    </w:p>
    <w:p w:rsidR="001F2D51" w:rsidRDefault="007E05C6" w:rsidP="001F2D51">
      <w:pPr>
        <w:pStyle w:val="NoSpacing"/>
        <w:numPr>
          <w:ilvl w:val="0"/>
          <w:numId w:val="1"/>
        </w:numPr>
      </w:pPr>
      <w:r>
        <w:t xml:space="preserve">Click on the </w:t>
      </w:r>
      <w:r w:rsidRPr="00CF5D1C">
        <w:rPr>
          <w:b/>
        </w:rPr>
        <w:t>stage</w:t>
      </w:r>
      <w:r>
        <w:t xml:space="preserve"> and add the following script to set all of the variables to start at 0.</w:t>
      </w:r>
      <w:r>
        <w:br/>
      </w:r>
      <w:r>
        <w:br/>
      </w:r>
      <w:r w:rsidR="00983A3B">
        <w:object w:dxaOrig="1081" w:dyaOrig="1081">
          <v:shape id="_x0000_i1026" type="#_x0000_t75" style="width:83.25pt;height:83.25pt" o:ole="">
            <v:imagedata r:id="rId10" o:title=""/>
          </v:shape>
          <o:OLEObject Type="Embed" ProgID="Unknown" ShapeID="_x0000_i1026" DrawAspect="Content" ObjectID="_1456213243" r:id="rId11"/>
        </w:object>
      </w:r>
      <w:r>
        <w:br/>
      </w:r>
      <w:r w:rsidR="00D31EE0">
        <w:br/>
      </w:r>
      <w:r w:rsidR="00BB1F13">
        <w:rPr>
          <w:b/>
        </w:rPr>
        <w:t>ADDING THE PLAYER BIRD CHARACTER</w:t>
      </w:r>
      <w:r>
        <w:br/>
      </w:r>
    </w:p>
    <w:p w:rsidR="00D31EE0" w:rsidRDefault="00BB1F13" w:rsidP="001F2D51">
      <w:pPr>
        <w:pStyle w:val="NoSpacing"/>
        <w:numPr>
          <w:ilvl w:val="0"/>
          <w:numId w:val="1"/>
        </w:numPr>
      </w:pPr>
      <w:r>
        <w:t>Create a new sprite from a file.</w:t>
      </w:r>
      <w:r w:rsidR="00C01DC6">
        <w:br/>
      </w:r>
    </w:p>
    <w:p w:rsidR="00BB1F13" w:rsidRDefault="00BB1F13" w:rsidP="001F2D51">
      <w:pPr>
        <w:pStyle w:val="NoSpacing"/>
        <w:numPr>
          <w:ilvl w:val="0"/>
          <w:numId w:val="1"/>
        </w:numPr>
      </w:pPr>
      <w:r>
        <w:t xml:space="preserve">Select either </w:t>
      </w:r>
      <w:r w:rsidRPr="00492C15">
        <w:rPr>
          <w:b/>
        </w:rPr>
        <w:t>fb-blue-middle.png</w:t>
      </w:r>
      <w:r>
        <w:t xml:space="preserve"> or </w:t>
      </w:r>
      <w:r w:rsidRPr="00492C15">
        <w:rPr>
          <w:b/>
        </w:rPr>
        <w:t>fb-green-middle.png</w:t>
      </w:r>
      <w:r>
        <w:t xml:space="preserve"> depending on your choice of colour for your player character.</w:t>
      </w:r>
    </w:p>
    <w:p w:rsidR="001F2D51" w:rsidRDefault="00575D31" w:rsidP="001F2D51">
      <w:pPr>
        <w:pStyle w:val="NoSpacing"/>
        <w:numPr>
          <w:ilvl w:val="0"/>
          <w:numId w:val="1"/>
        </w:numPr>
      </w:pPr>
      <w:r>
        <w:t>Rename the sprite to be “</w:t>
      </w:r>
      <w:r w:rsidR="001F4579">
        <w:rPr>
          <w:b/>
        </w:rPr>
        <w:t>Flappy</w:t>
      </w:r>
      <w:r>
        <w:t>”.</w:t>
      </w:r>
      <w:r w:rsidR="00615F1E">
        <w:br/>
      </w:r>
      <w:bookmarkStart w:id="0" w:name="_GoBack"/>
      <w:bookmarkEnd w:id="0"/>
      <w:r w:rsidR="00615F1E">
        <w:br/>
      </w:r>
      <w:r w:rsidR="00AD0EA0">
        <w:rPr>
          <w:b/>
        </w:rPr>
        <w:lastRenderedPageBreak/>
        <w:t>LETS ANIMATE OUR PLAYER</w:t>
      </w:r>
      <w:r w:rsidR="00615F1E">
        <w:br/>
      </w:r>
    </w:p>
    <w:p w:rsidR="001F2D51" w:rsidRDefault="00AD0EA0" w:rsidP="001F2D51">
      <w:pPr>
        <w:pStyle w:val="NoSpacing"/>
        <w:numPr>
          <w:ilvl w:val="0"/>
          <w:numId w:val="1"/>
        </w:numPr>
      </w:pPr>
      <w:r>
        <w:t xml:space="preserve">Import costumes into the </w:t>
      </w:r>
      <w:r w:rsidR="00076990" w:rsidRPr="00076990">
        <w:rPr>
          <w:b/>
        </w:rPr>
        <w:t>Flappy</w:t>
      </w:r>
      <w:r>
        <w:t xml:space="preserve"> sprite. Add them in the following order</w:t>
      </w:r>
      <w:proofErr w:type="gramStart"/>
      <w:r>
        <w:t>:</w:t>
      </w:r>
      <w:proofErr w:type="gramEnd"/>
      <w:r>
        <w:br/>
      </w:r>
      <w:r>
        <w:br/>
        <w:t>fb-green-up.png</w:t>
      </w:r>
      <w:r>
        <w:br/>
        <w:t>fb-green-middle.png</w:t>
      </w:r>
      <w:r>
        <w:br/>
        <w:t>fb-green-down.png</w:t>
      </w:r>
      <w:r>
        <w:br/>
      </w:r>
      <w:r>
        <w:br/>
        <w:t>Remember</w:t>
      </w:r>
      <w:r w:rsidR="00A0267D">
        <w:t xml:space="preserve"> to change the name of the files you import to green or blue depending on the colour bird you have chosen, or go with a multi-colour player if you want to!</w:t>
      </w:r>
      <w:r>
        <w:br/>
      </w:r>
    </w:p>
    <w:p w:rsidR="001F2D51" w:rsidRDefault="00ED43F4" w:rsidP="001F2D51">
      <w:pPr>
        <w:pStyle w:val="NoSpacing"/>
        <w:numPr>
          <w:ilvl w:val="0"/>
          <w:numId w:val="1"/>
        </w:numPr>
      </w:pPr>
      <w:r>
        <w:t>To animate the character we move between the available costumes after a small delay.</w:t>
      </w:r>
      <w:r w:rsidR="00076990">
        <w:t xml:space="preserve"> </w:t>
      </w:r>
      <w:r>
        <w:t>A</w:t>
      </w:r>
      <w:r w:rsidR="00076990">
        <w:t xml:space="preserve">dd the following script to the </w:t>
      </w:r>
      <w:r w:rsidR="00076990" w:rsidRPr="00B40EFC">
        <w:rPr>
          <w:b/>
        </w:rPr>
        <w:t>Flappy</w:t>
      </w:r>
      <w:r w:rsidR="00076990">
        <w:t xml:space="preserve"> sprite:</w:t>
      </w:r>
      <w:r w:rsidR="00076990">
        <w:br/>
      </w:r>
      <w:r w:rsidR="00076990">
        <w:br/>
      </w:r>
      <w:r w:rsidR="00FC43B6">
        <w:object w:dxaOrig="1081" w:dyaOrig="1081">
          <v:shape id="_x0000_i1027" type="#_x0000_t75" style="width:99pt;height:99pt" o:ole="">
            <v:imagedata r:id="rId12" o:title=""/>
          </v:shape>
          <o:OLEObject Type="Embed" ProgID="Unknown" ShapeID="_x0000_i1027" DrawAspect="Content" ObjectID="_1456213244" r:id="rId13"/>
        </w:object>
      </w:r>
      <w:r w:rsidR="00076990">
        <w:br/>
      </w:r>
      <w:r w:rsidR="00076990">
        <w:br/>
      </w:r>
    </w:p>
    <w:p w:rsidR="001F2D51" w:rsidRDefault="00FC43B6" w:rsidP="001F2D51">
      <w:pPr>
        <w:pStyle w:val="NoSpacing"/>
        <w:numPr>
          <w:ilvl w:val="0"/>
          <w:numId w:val="1"/>
        </w:numPr>
      </w:pPr>
      <w:r w:rsidRPr="004A3016">
        <w:rPr>
          <w:b/>
        </w:rPr>
        <w:t>Test</w:t>
      </w:r>
      <w:r>
        <w:t xml:space="preserve"> your project and see if it works? </w:t>
      </w:r>
      <w:r w:rsidRPr="004A3016">
        <w:rPr>
          <w:b/>
        </w:rPr>
        <w:t>Save</w:t>
      </w:r>
      <w:r>
        <w:t xml:space="preserve"> it!</w:t>
      </w:r>
      <w:r w:rsidR="000F1BB6">
        <w:br/>
      </w:r>
      <w:r w:rsidR="000F1BB6">
        <w:br/>
        <w:t>You can change the value of the wait command if you want the character to animate faster or slower. It is your choice!</w:t>
      </w:r>
      <w:r w:rsidR="000F1BB6">
        <w:br/>
      </w:r>
    </w:p>
    <w:p w:rsidR="000008E8" w:rsidRDefault="00EE7550" w:rsidP="001F2D51">
      <w:pPr>
        <w:pStyle w:val="NoSpacing"/>
        <w:numPr>
          <w:ilvl w:val="0"/>
          <w:numId w:val="1"/>
        </w:numPr>
      </w:pPr>
      <w:r>
        <w:t>Let’s make sure that the Flappy sprite always starts in the middle of the screen. Add the following script</w:t>
      </w:r>
      <w:proofErr w:type="gramStart"/>
      <w:r>
        <w:t>:</w:t>
      </w:r>
      <w:proofErr w:type="gramEnd"/>
      <w:r>
        <w:br/>
      </w:r>
      <w:r>
        <w:br/>
      </w:r>
      <w:r w:rsidR="00345BA9">
        <w:object w:dxaOrig="1081" w:dyaOrig="1081">
          <v:shape id="_x0000_i1028" type="#_x0000_t75" style="width:97.5pt;height:97.5pt" o:ole="">
            <v:imagedata r:id="rId14" o:title=""/>
          </v:shape>
          <o:OLEObject Type="Embed" ProgID="Unknown" ShapeID="_x0000_i1028" DrawAspect="Content" ObjectID="_1456213245" r:id="rId15"/>
        </w:object>
      </w:r>
      <w:r>
        <w:br/>
      </w:r>
      <w:r w:rsidR="00D74167">
        <w:br/>
      </w:r>
      <w:r w:rsidR="00D74167" w:rsidRPr="00D74167">
        <w:rPr>
          <w:b/>
        </w:rPr>
        <w:t>WHAT GOES UP, MUST COME DOWN! THE EFFECT OF GRAVITY</w:t>
      </w:r>
      <w:r w:rsidR="00D74167">
        <w:br/>
      </w:r>
    </w:p>
    <w:p w:rsidR="000008E8" w:rsidRDefault="0061715E" w:rsidP="001F2D51">
      <w:pPr>
        <w:pStyle w:val="NoSpacing"/>
        <w:numPr>
          <w:ilvl w:val="0"/>
          <w:numId w:val="1"/>
        </w:numPr>
      </w:pPr>
      <w:r>
        <w:t xml:space="preserve">Add another script to </w:t>
      </w:r>
      <w:r w:rsidRPr="00ED43F4">
        <w:rPr>
          <w:b/>
        </w:rPr>
        <w:t>Flappy</w:t>
      </w:r>
      <w:r>
        <w:t xml:space="preserve"> for him to fall down the screen depending on the value of </w:t>
      </w:r>
      <w:r w:rsidRPr="00ED43F4">
        <w:rPr>
          <w:b/>
        </w:rPr>
        <w:t>gravity</w:t>
      </w:r>
      <w:r>
        <w:t>:</w:t>
      </w:r>
      <w:r>
        <w:br/>
      </w:r>
      <w:r>
        <w:br/>
      </w:r>
      <w:r w:rsidR="008F6E5A">
        <w:object w:dxaOrig="2162" w:dyaOrig="1081">
          <v:shape id="_x0000_i1029" type="#_x0000_t75" style="width:169.5pt;height:90pt" o:ole="">
            <v:imagedata r:id="rId16" o:title=""/>
          </v:shape>
          <o:OLEObject Type="Embed" ProgID="Unknown" ShapeID="_x0000_i1029" DrawAspect="Content" ObjectID="_1456213246" r:id="rId17"/>
        </w:object>
      </w:r>
      <w:r>
        <w:br/>
      </w:r>
      <w:r>
        <w:lastRenderedPageBreak/>
        <w:br/>
      </w:r>
    </w:p>
    <w:p w:rsidR="000008E8" w:rsidRDefault="007D4121" w:rsidP="001F2D51">
      <w:pPr>
        <w:pStyle w:val="NoSpacing"/>
        <w:numPr>
          <w:ilvl w:val="0"/>
          <w:numId w:val="1"/>
        </w:numPr>
      </w:pPr>
      <w:r>
        <w:t xml:space="preserve">Then add another script to </w:t>
      </w:r>
      <w:r w:rsidRPr="00E6489C">
        <w:rPr>
          <w:b/>
        </w:rPr>
        <w:t>Flappy</w:t>
      </w:r>
      <w:r>
        <w:t xml:space="preserve"> to decrease the value of </w:t>
      </w:r>
      <w:r w:rsidRPr="00E6489C">
        <w:rPr>
          <w:b/>
        </w:rPr>
        <w:t>gravity</w:t>
      </w:r>
      <w:r>
        <w:t xml:space="preserve"> all of the time, up to a limit</w:t>
      </w:r>
      <w:proofErr w:type="gramStart"/>
      <w:r>
        <w:t>:</w:t>
      </w:r>
      <w:proofErr w:type="gramEnd"/>
      <w:r>
        <w:br/>
      </w:r>
      <w:r>
        <w:br/>
      </w:r>
      <w:r>
        <w:object w:dxaOrig="2162" w:dyaOrig="1081">
          <v:shape id="_x0000_i1030" type="#_x0000_t75" style="width:202.5pt;height:101.25pt" o:ole="">
            <v:imagedata r:id="rId18" o:title=""/>
          </v:shape>
          <o:OLEObject Type="Embed" ProgID="Unknown" ShapeID="_x0000_i1030" DrawAspect="Content" ObjectID="_1456213247" r:id="rId19"/>
        </w:object>
      </w:r>
      <w:r>
        <w:br/>
      </w:r>
      <w:r w:rsidR="00E6489C">
        <w:br/>
      </w:r>
      <w:r w:rsidR="004A3016" w:rsidRPr="00E6489C">
        <w:rPr>
          <w:b/>
        </w:rPr>
        <w:t>Test</w:t>
      </w:r>
      <w:r w:rsidR="004A3016">
        <w:t xml:space="preserve"> your project and </w:t>
      </w:r>
      <w:r w:rsidR="004A3016" w:rsidRPr="00E6489C">
        <w:rPr>
          <w:b/>
        </w:rPr>
        <w:t>save</w:t>
      </w:r>
      <w:r w:rsidR="004A3016">
        <w:t xml:space="preserve"> it! You can alter the values in the previous script if you want the character to fall faster or slower. Experiment!</w:t>
      </w:r>
      <w:r w:rsidR="00C63FAD">
        <w:br/>
      </w:r>
      <w:r w:rsidR="00C63FAD">
        <w:br/>
      </w:r>
      <w:r w:rsidR="00C63FAD" w:rsidRPr="00E6489C">
        <w:rPr>
          <w:b/>
        </w:rPr>
        <w:t>RESPOND TO A PLAYER INTERACTION</w:t>
      </w:r>
      <w:r w:rsidR="00C63FAD">
        <w:br/>
      </w:r>
    </w:p>
    <w:p w:rsidR="000008E8" w:rsidRDefault="00C63FAD" w:rsidP="001F2D51">
      <w:pPr>
        <w:pStyle w:val="NoSpacing"/>
        <w:numPr>
          <w:ilvl w:val="0"/>
          <w:numId w:val="1"/>
        </w:numPr>
      </w:pPr>
      <w:r>
        <w:t>We want the player to be able to click the mouse or press a key to keep Flappy flapping.</w:t>
      </w:r>
      <w:r w:rsidR="00E934C6">
        <w:t xml:space="preserve"> </w:t>
      </w:r>
      <w:r w:rsidR="00093323">
        <w:t>Let’s</w:t>
      </w:r>
      <w:r w:rsidR="00E934C6">
        <w:t xml:space="preserve"> add another script to Flappy:</w:t>
      </w:r>
      <w:r w:rsidR="00E934C6">
        <w:br/>
      </w:r>
      <w:r w:rsidR="00E934C6">
        <w:br/>
      </w:r>
      <w:r w:rsidR="00DE06B5">
        <w:object w:dxaOrig="4323" w:dyaOrig="1081">
          <v:shape id="_x0000_i1031" type="#_x0000_t75" style="width:387pt;height:105.75pt" o:ole="">
            <v:imagedata r:id="rId20" o:title=""/>
          </v:shape>
          <o:OLEObject Type="Embed" ProgID="Unknown" ShapeID="_x0000_i1031" DrawAspect="Content" ObjectID="_1456213248" r:id="rId21"/>
        </w:object>
      </w:r>
      <w:r w:rsidR="00E934C6">
        <w:br/>
      </w:r>
    </w:p>
    <w:p w:rsidR="000008E8" w:rsidRDefault="00DB5CE9" w:rsidP="001F2D51">
      <w:pPr>
        <w:pStyle w:val="NoSpacing"/>
        <w:numPr>
          <w:ilvl w:val="0"/>
          <w:numId w:val="1"/>
        </w:numPr>
      </w:pPr>
      <w:r w:rsidRPr="00DB5CE9">
        <w:rPr>
          <w:b/>
        </w:rPr>
        <w:t>Test</w:t>
      </w:r>
      <w:r>
        <w:t xml:space="preserve"> and </w:t>
      </w:r>
      <w:r w:rsidRPr="00DB5CE9">
        <w:rPr>
          <w:b/>
        </w:rPr>
        <w:t>save</w:t>
      </w:r>
      <w:r>
        <w:t xml:space="preserve"> your project!</w:t>
      </w:r>
      <w:r w:rsidR="00DE06B5">
        <w:t xml:space="preserve"> Does Flappy now respond to a mouse-click or a key press? Is the flying movement as you’d expect? Again you can change the value of the code to get the effect you want.</w:t>
      </w:r>
      <w:r w:rsidR="00DE06B5">
        <w:br/>
      </w:r>
    </w:p>
    <w:p w:rsidR="000008E8" w:rsidRDefault="00B75C74" w:rsidP="001F2D51">
      <w:pPr>
        <w:pStyle w:val="NoSpacing"/>
        <w:numPr>
          <w:ilvl w:val="0"/>
          <w:numId w:val="1"/>
        </w:numPr>
      </w:pPr>
      <w:r>
        <w:t xml:space="preserve">We now want </w:t>
      </w:r>
      <w:r w:rsidRPr="005B1023">
        <w:rPr>
          <w:b/>
        </w:rPr>
        <w:t>Flappy</w:t>
      </w:r>
      <w:r>
        <w:t xml:space="preserve"> to animate a little mo</w:t>
      </w:r>
      <w:r w:rsidR="00F74E1F">
        <w:t xml:space="preserve">re naturally. We need to change </w:t>
      </w:r>
      <w:r w:rsidR="00C91B64">
        <w:t>the code we added in point 18</w:t>
      </w:r>
      <w:r w:rsidR="00C36D16">
        <w:t xml:space="preserve"> to make Flappy fall with gravity</w:t>
      </w:r>
      <w:r w:rsidR="00C91B64">
        <w:t>, to look like the following</w:t>
      </w:r>
      <w:proofErr w:type="gramStart"/>
      <w:r w:rsidR="00C91B64">
        <w:t>:</w:t>
      </w:r>
      <w:proofErr w:type="gramEnd"/>
      <w:r w:rsidR="005B1023">
        <w:br/>
      </w:r>
      <w:r>
        <w:br/>
      </w:r>
      <w:r w:rsidR="005B1023">
        <w:object w:dxaOrig="3243" w:dyaOrig="2162">
          <v:shape id="_x0000_i1032" type="#_x0000_t75" style="width:162pt;height:108pt" o:ole="">
            <v:imagedata r:id="rId22" o:title=""/>
          </v:shape>
          <o:OLEObject Type="Embed" ProgID="Unknown" ShapeID="_x0000_i1032" DrawAspect="Content" ObjectID="_1456213249" r:id="rId23"/>
        </w:object>
      </w:r>
      <w:r>
        <w:br/>
      </w:r>
      <w:r>
        <w:br/>
      </w:r>
      <w:r w:rsidR="005B1023">
        <w:t xml:space="preserve">By default Flappy points straight left – this is 90 degrees, 0 is straight up. So, to give the player a nice animation touch we take away gravity from 90 degrees. When Flappy is falling, gravity is negative, taking away a negative </w:t>
      </w:r>
      <w:proofErr w:type="gramStart"/>
      <w:r w:rsidR="005B1023">
        <w:t>adds</w:t>
      </w:r>
      <w:proofErr w:type="gramEnd"/>
      <w:r w:rsidR="005B1023">
        <w:t xml:space="preserve"> this value – thus the angle increases and Flappy points downwards more. When we tap the mouse or space-bar gravity is a positive, </w:t>
      </w:r>
      <w:r w:rsidR="005B1023">
        <w:lastRenderedPageBreak/>
        <w:t>and thus the angle decreases from 90 and Flappy points upwards more. Try it!</w:t>
      </w:r>
      <w:r>
        <w:br/>
      </w:r>
    </w:p>
    <w:p w:rsidR="000008E8" w:rsidRDefault="005B1023" w:rsidP="001F2D51">
      <w:pPr>
        <w:pStyle w:val="NoSpacing"/>
        <w:numPr>
          <w:ilvl w:val="0"/>
          <w:numId w:val="1"/>
        </w:numPr>
      </w:pPr>
      <w:r w:rsidRPr="003E7453">
        <w:rPr>
          <w:b/>
        </w:rPr>
        <w:t>Test</w:t>
      </w:r>
      <w:r>
        <w:t xml:space="preserve"> and </w:t>
      </w:r>
      <w:r w:rsidRPr="003E7453">
        <w:rPr>
          <w:b/>
        </w:rPr>
        <w:t>save</w:t>
      </w:r>
      <w:r>
        <w:t xml:space="preserve"> your project.</w:t>
      </w:r>
      <w:r w:rsidR="00E02007">
        <w:br/>
      </w:r>
      <w:r w:rsidR="00E02007">
        <w:br/>
      </w:r>
      <w:r w:rsidR="00E02007" w:rsidRPr="00E02007">
        <w:rPr>
          <w:b/>
        </w:rPr>
        <w:t>ADDING THE GAME TITLE</w:t>
      </w:r>
      <w:r w:rsidR="00E02007">
        <w:br/>
      </w:r>
    </w:p>
    <w:p w:rsidR="001F2D51" w:rsidRDefault="00787816" w:rsidP="001F2D51">
      <w:pPr>
        <w:pStyle w:val="NoSpacing"/>
        <w:numPr>
          <w:ilvl w:val="0"/>
          <w:numId w:val="1"/>
        </w:numPr>
      </w:pPr>
      <w:r>
        <w:t xml:space="preserve">OK, so we now have our player character animating nicely. We need to </w:t>
      </w:r>
      <w:r w:rsidR="008E5165">
        <w:t xml:space="preserve">add more of the game structure, including a title screen. </w:t>
      </w:r>
      <w:r w:rsidR="008E5165" w:rsidRPr="00270D16">
        <w:rPr>
          <w:b/>
        </w:rPr>
        <w:t>Add a new sprite from a file</w:t>
      </w:r>
      <w:r w:rsidR="008E5165">
        <w:t>, and select:</w:t>
      </w:r>
      <w:r w:rsidR="008E5165">
        <w:br/>
      </w:r>
      <w:r w:rsidR="008E5165">
        <w:br/>
        <w:t>fb-game-title.png</w:t>
      </w:r>
      <w:r w:rsidR="008E5165">
        <w:br/>
      </w:r>
    </w:p>
    <w:p w:rsidR="001F2D51" w:rsidRDefault="008E5165" w:rsidP="001F2D51">
      <w:pPr>
        <w:pStyle w:val="NoSpacing"/>
        <w:numPr>
          <w:ilvl w:val="0"/>
          <w:numId w:val="1"/>
        </w:numPr>
      </w:pPr>
      <w:r>
        <w:t>Rename the sprite “</w:t>
      </w:r>
      <w:r w:rsidRPr="00506618">
        <w:rPr>
          <w:b/>
        </w:rPr>
        <w:t>Title</w:t>
      </w:r>
      <w:r>
        <w:t>” and add a new script to it</w:t>
      </w:r>
      <w:proofErr w:type="gramStart"/>
      <w:r>
        <w:t>:</w:t>
      </w:r>
      <w:proofErr w:type="gramEnd"/>
      <w:r>
        <w:br/>
      </w:r>
      <w:r>
        <w:br/>
      </w:r>
      <w:r w:rsidR="00A65DA4">
        <w:object w:dxaOrig="4323" w:dyaOrig="2162">
          <v:shape id="_x0000_i1033" type="#_x0000_t75" style="width:259.5pt;height:129.75pt" o:ole="">
            <v:imagedata r:id="rId24" o:title=""/>
          </v:shape>
          <o:OLEObject Type="Embed" ProgID="Unknown" ShapeID="_x0000_i1033" DrawAspect="Content" ObjectID="_1456213250" r:id="rId25"/>
        </w:object>
      </w:r>
      <w:r>
        <w:br/>
      </w:r>
      <w:r w:rsidR="00456E38">
        <w:br/>
        <w:t xml:space="preserve">We want the title sprite to be shown when the game starts, wait for a mouse click or key pressed and then hide. We set the </w:t>
      </w:r>
      <w:r w:rsidR="00456E38" w:rsidRPr="00F9318F">
        <w:rPr>
          <w:b/>
        </w:rPr>
        <w:t>playing</w:t>
      </w:r>
      <w:r w:rsidR="00456E38">
        <w:t xml:space="preserve"> variable to be 1 to indicate that the game has started.</w:t>
      </w:r>
      <w:r w:rsidR="00762B44">
        <w:br/>
      </w:r>
      <w:r w:rsidR="00762B44">
        <w:br/>
      </w:r>
      <w:r w:rsidR="00762B44" w:rsidRPr="00762B44">
        <w:rPr>
          <w:b/>
        </w:rPr>
        <w:t>CONTROLLING WHEN THE GAME IS PLAYED</w:t>
      </w:r>
    </w:p>
    <w:p w:rsidR="00456E38" w:rsidRDefault="00456E38" w:rsidP="00456E38">
      <w:pPr>
        <w:pStyle w:val="NoSpacing"/>
      </w:pPr>
    </w:p>
    <w:p w:rsidR="001F2D51" w:rsidRDefault="00456E38" w:rsidP="001F2D51">
      <w:pPr>
        <w:pStyle w:val="NoSpacing"/>
        <w:numPr>
          <w:ilvl w:val="0"/>
          <w:numId w:val="1"/>
        </w:numPr>
      </w:pPr>
      <w:r>
        <w:t xml:space="preserve">We now only want </w:t>
      </w:r>
      <w:r w:rsidRPr="00995797">
        <w:rPr>
          <w:b/>
        </w:rPr>
        <w:t>Flappy</w:t>
      </w:r>
      <w:r>
        <w:t xml:space="preserve"> to respond and move when the game is started. We know the game is started when playing is set to 1 – so we nee</w:t>
      </w:r>
      <w:r w:rsidR="002D2BE8">
        <w:t xml:space="preserve">d to change our existing script that moves </w:t>
      </w:r>
      <w:r w:rsidR="002D2BE8" w:rsidRPr="00995797">
        <w:rPr>
          <w:b/>
        </w:rPr>
        <w:t>Flappy</w:t>
      </w:r>
      <w:r w:rsidR="002D2BE8">
        <w:t xml:space="preserve"> depending on </w:t>
      </w:r>
      <w:r w:rsidR="002D2BE8" w:rsidRPr="00995797">
        <w:rPr>
          <w:b/>
        </w:rPr>
        <w:t>gravity</w:t>
      </w:r>
      <w:r w:rsidR="00995797">
        <w:t xml:space="preserve"> to check for this </w:t>
      </w:r>
      <w:r w:rsidR="00995797" w:rsidRPr="00995797">
        <w:rPr>
          <w:b/>
        </w:rPr>
        <w:t>condition</w:t>
      </w:r>
      <w:r w:rsidR="00995797">
        <w:t>:</w:t>
      </w:r>
      <w:r>
        <w:br/>
      </w:r>
      <w:r>
        <w:br/>
      </w:r>
      <w:r w:rsidR="00DA6563">
        <w:object w:dxaOrig="3243" w:dyaOrig="2162">
          <v:shape id="_x0000_i1034" type="#_x0000_t75" style="width:204pt;height:135.75pt" o:ole="">
            <v:imagedata r:id="rId26" o:title=""/>
          </v:shape>
          <o:OLEObject Type="Embed" ProgID="Unknown" ShapeID="_x0000_i1034" DrawAspect="Content" ObjectID="_1456213251" r:id="rId27"/>
        </w:object>
      </w:r>
      <w:r>
        <w:br/>
      </w:r>
      <w:r>
        <w:br/>
      </w:r>
    </w:p>
    <w:p w:rsidR="00E934C6" w:rsidRDefault="006B79DA" w:rsidP="001F2D51">
      <w:pPr>
        <w:pStyle w:val="NoSpacing"/>
        <w:numPr>
          <w:ilvl w:val="0"/>
          <w:numId w:val="1"/>
        </w:numPr>
      </w:pPr>
      <w:r>
        <w:t xml:space="preserve">As usual, </w:t>
      </w:r>
      <w:r w:rsidRPr="006B79DA">
        <w:rPr>
          <w:b/>
        </w:rPr>
        <w:t>test</w:t>
      </w:r>
      <w:r>
        <w:t xml:space="preserve"> it and </w:t>
      </w:r>
      <w:r w:rsidRPr="006B79DA">
        <w:rPr>
          <w:b/>
        </w:rPr>
        <w:t>save</w:t>
      </w:r>
      <w:r>
        <w:t xml:space="preserve"> it!</w:t>
      </w:r>
      <w:r w:rsidR="00762B44">
        <w:br/>
      </w:r>
      <w:r w:rsidR="00762B44">
        <w:br/>
      </w:r>
      <w:r w:rsidR="00762B44" w:rsidRPr="00762B44">
        <w:rPr>
          <w:b/>
        </w:rPr>
        <w:t>LOOK OUT, IT’S A PIPE!</w:t>
      </w:r>
      <w:r w:rsidR="00762B44">
        <w:br/>
      </w:r>
    </w:p>
    <w:p w:rsidR="00E934C6" w:rsidRDefault="00857710" w:rsidP="001F2D51">
      <w:pPr>
        <w:pStyle w:val="NoSpacing"/>
        <w:numPr>
          <w:ilvl w:val="0"/>
          <w:numId w:val="1"/>
        </w:numPr>
      </w:pPr>
      <w:r>
        <w:t xml:space="preserve">We now need to add the famous pipes, something for Flappy to avoid. </w:t>
      </w:r>
      <w:r w:rsidRPr="00736ED5">
        <w:rPr>
          <w:b/>
        </w:rPr>
        <w:t>Add a new sprite from a file</w:t>
      </w:r>
      <w:r>
        <w:t>, and select:</w:t>
      </w:r>
      <w:r>
        <w:br/>
      </w:r>
      <w:r>
        <w:lastRenderedPageBreak/>
        <w:br/>
        <w:t>fb-green-pipe.png</w:t>
      </w:r>
      <w:r>
        <w:br/>
      </w:r>
    </w:p>
    <w:p w:rsidR="00736ED5" w:rsidRPr="00736ED5" w:rsidRDefault="00736ED5" w:rsidP="001F2D51">
      <w:pPr>
        <w:pStyle w:val="NoSpacing"/>
        <w:numPr>
          <w:ilvl w:val="0"/>
          <w:numId w:val="1"/>
        </w:numPr>
      </w:pPr>
      <w:r w:rsidRPr="00736ED5">
        <w:rPr>
          <w:b/>
        </w:rPr>
        <w:t>Name</w:t>
      </w:r>
      <w:r w:rsidRPr="00736ED5">
        <w:t xml:space="preserve"> the sprite, “</w:t>
      </w:r>
      <w:r w:rsidRPr="00736ED5">
        <w:rPr>
          <w:b/>
        </w:rPr>
        <w:t>Pipe1</w:t>
      </w:r>
      <w:r w:rsidRPr="00736ED5">
        <w:t>”.</w:t>
      </w:r>
    </w:p>
    <w:p w:rsidR="00E934C6" w:rsidRDefault="00857710" w:rsidP="001F2D51">
      <w:pPr>
        <w:pStyle w:val="NoSpacing"/>
        <w:numPr>
          <w:ilvl w:val="0"/>
          <w:numId w:val="1"/>
        </w:numPr>
      </w:pPr>
      <w:r w:rsidRPr="00736ED5">
        <w:rPr>
          <w:b/>
        </w:rPr>
        <w:t>Scale</w:t>
      </w:r>
      <w:r>
        <w:t xml:space="preserve"> the pipe, making it larger so that it looks something like this</w:t>
      </w:r>
      <w:proofErr w:type="gramStart"/>
      <w:r>
        <w:t>:</w:t>
      </w:r>
      <w:proofErr w:type="gramEnd"/>
      <w:r>
        <w:br/>
      </w:r>
      <w:r>
        <w:br/>
      </w:r>
      <w:r>
        <w:object w:dxaOrig="1081" w:dyaOrig="5404">
          <v:shape id="_x0000_i1035" type="#_x0000_t75" style="width:66pt;height:270pt" o:ole="">
            <v:imagedata r:id="rId28" o:title=""/>
          </v:shape>
          <o:OLEObject Type="Embed" ProgID="Unknown" ShapeID="_x0000_i1035" DrawAspect="Content" ObjectID="_1456213252" r:id="rId29"/>
        </w:object>
      </w:r>
      <w:r>
        <w:br/>
      </w:r>
      <w:r>
        <w:br/>
        <w:t>You can change and alter the size of the pipe if you want to make the game easier or harder.</w:t>
      </w:r>
      <w:r>
        <w:br/>
      </w:r>
    </w:p>
    <w:p w:rsidR="00857710" w:rsidRDefault="00270C6D" w:rsidP="001F2D51">
      <w:pPr>
        <w:pStyle w:val="NoSpacing"/>
        <w:numPr>
          <w:ilvl w:val="0"/>
          <w:numId w:val="1"/>
        </w:numPr>
      </w:pPr>
      <w:r>
        <w:t xml:space="preserve">Create a new </w:t>
      </w:r>
      <w:r w:rsidRPr="00270C6D">
        <w:rPr>
          <w:b/>
        </w:rPr>
        <w:t>variable</w:t>
      </w:r>
      <w:r>
        <w:t xml:space="preserve"> “</w:t>
      </w:r>
      <w:proofErr w:type="spellStart"/>
      <w:r w:rsidRPr="00270C6D">
        <w:rPr>
          <w:b/>
        </w:rPr>
        <w:t>scroll</w:t>
      </w:r>
      <w:r>
        <w:rPr>
          <w:b/>
        </w:rPr>
        <w:t>x</w:t>
      </w:r>
      <w:proofErr w:type="spellEnd"/>
      <w:r>
        <w:t xml:space="preserve">” </w:t>
      </w:r>
      <w:r w:rsidRPr="00270C6D">
        <w:rPr>
          <w:u w:val="single"/>
        </w:rPr>
        <w:t>for this sprite only</w:t>
      </w:r>
      <w:r>
        <w:t>.</w:t>
      </w:r>
    </w:p>
    <w:p w:rsidR="00E934C6" w:rsidRDefault="00BB0843" w:rsidP="001F2D51">
      <w:pPr>
        <w:pStyle w:val="NoSpacing"/>
        <w:numPr>
          <w:ilvl w:val="0"/>
          <w:numId w:val="1"/>
        </w:numPr>
      </w:pPr>
      <w:r>
        <w:t xml:space="preserve">Now </w:t>
      </w:r>
      <w:r w:rsidRPr="00C77648">
        <w:rPr>
          <w:b/>
        </w:rPr>
        <w:t>add</w:t>
      </w:r>
      <w:r>
        <w:t xml:space="preserve"> a script to “</w:t>
      </w:r>
      <w:r w:rsidRPr="00C77648">
        <w:rPr>
          <w:b/>
        </w:rPr>
        <w:t>Pipe1</w:t>
      </w:r>
      <w:r>
        <w:t xml:space="preserve">” to hide it when the game starts, and set the new </w:t>
      </w:r>
      <w:r w:rsidRPr="00C77648">
        <w:rPr>
          <w:b/>
        </w:rPr>
        <w:t>variable</w:t>
      </w:r>
      <w:r>
        <w:t xml:space="preserve"> to its initial value</w:t>
      </w:r>
      <w:proofErr w:type="gramStart"/>
      <w:r>
        <w:t>:</w:t>
      </w:r>
      <w:proofErr w:type="gramEnd"/>
      <w:r>
        <w:br/>
      </w:r>
      <w:r>
        <w:br/>
      </w:r>
      <w:r w:rsidR="00C77648">
        <w:object w:dxaOrig="2162" w:dyaOrig="1081">
          <v:shape id="_x0000_i1036" type="#_x0000_t75" style="width:151.5pt;height:90.75pt" o:ole="">
            <v:imagedata r:id="rId30" o:title=""/>
          </v:shape>
          <o:OLEObject Type="Embed" ProgID="Unknown" ShapeID="_x0000_i1036" DrawAspect="Content" ObjectID="_1456213253" r:id="rId31"/>
        </w:object>
      </w:r>
      <w:r>
        <w:br/>
      </w:r>
      <w:r w:rsidR="00C77648">
        <w:br/>
        <w:t xml:space="preserve">The variable </w:t>
      </w:r>
      <w:proofErr w:type="spellStart"/>
      <w:r w:rsidR="00C77648" w:rsidRPr="00945C28">
        <w:rPr>
          <w:b/>
        </w:rPr>
        <w:t>scrollx</w:t>
      </w:r>
      <w:proofErr w:type="spellEnd"/>
      <w:r w:rsidR="00C77648">
        <w:t xml:space="preserve"> will control the position of the pipe on the screen. </w:t>
      </w:r>
      <w:r w:rsidR="00C77648">
        <w:br/>
      </w:r>
    </w:p>
    <w:p w:rsidR="00E934C6" w:rsidRDefault="00C77648" w:rsidP="001F2D51">
      <w:pPr>
        <w:pStyle w:val="NoSpacing"/>
        <w:numPr>
          <w:ilvl w:val="0"/>
          <w:numId w:val="1"/>
        </w:numPr>
      </w:pPr>
      <w:r>
        <w:t>We now want the pipe to</w:t>
      </w:r>
      <w:r w:rsidR="00894F59">
        <w:t xml:space="preserve"> display and</w:t>
      </w:r>
      <w:r>
        <w:t xml:space="preserve"> move when the game starts.  Add another script to “Pipe1”</w:t>
      </w:r>
      <w:r>
        <w:br/>
      </w:r>
      <w:r>
        <w:br/>
      </w:r>
      <w:r w:rsidR="00894F59">
        <w:object w:dxaOrig="2162" w:dyaOrig="2162">
          <v:shape id="_x0000_i1037" type="#_x0000_t75" style="width:186pt;height:186pt" o:ole="">
            <v:imagedata r:id="rId32" o:title=""/>
          </v:shape>
          <o:OLEObject Type="Embed" ProgID="Unknown" ShapeID="_x0000_i1037" DrawAspect="Content" ObjectID="_1456213254" r:id="rId33"/>
        </w:object>
      </w:r>
      <w:r w:rsidR="00894F59">
        <w:br/>
      </w:r>
      <w:r w:rsidR="00605314">
        <w:br/>
        <w:t xml:space="preserve">We reduce </w:t>
      </w:r>
      <w:proofErr w:type="spellStart"/>
      <w:r w:rsidR="00605314" w:rsidRPr="00A43E0A">
        <w:rPr>
          <w:b/>
        </w:rPr>
        <w:t>scrollx</w:t>
      </w:r>
      <w:proofErr w:type="spellEnd"/>
      <w:r w:rsidR="00605314">
        <w:t xml:space="preserve"> by 5 on every loop, and then make the X position of the pipe equal to the </w:t>
      </w:r>
      <w:r w:rsidR="007163CF">
        <w:t xml:space="preserve">variable value. </w:t>
      </w:r>
      <w:r w:rsidR="007163CF">
        <w:br/>
      </w:r>
    </w:p>
    <w:p w:rsidR="00E934C6" w:rsidRDefault="007163CF" w:rsidP="001F2D51">
      <w:pPr>
        <w:pStyle w:val="NoSpacing"/>
        <w:numPr>
          <w:ilvl w:val="0"/>
          <w:numId w:val="1"/>
        </w:numPr>
      </w:pPr>
      <w:r w:rsidRPr="00A43E0A">
        <w:rPr>
          <w:b/>
        </w:rPr>
        <w:t>Test</w:t>
      </w:r>
      <w:r>
        <w:t xml:space="preserve"> it and </w:t>
      </w:r>
      <w:r w:rsidRPr="00A43E0A">
        <w:rPr>
          <w:b/>
        </w:rPr>
        <w:t>save</w:t>
      </w:r>
      <w:r>
        <w:t xml:space="preserve"> it! The pipe should start on the right-hand side of the screen and move smoothly over to the left-hand side.</w:t>
      </w:r>
      <w:r>
        <w:br/>
      </w:r>
      <w:r>
        <w:br/>
        <w:t>You can speed up or slow down t</w:t>
      </w:r>
      <w:r w:rsidR="00260935">
        <w:t xml:space="preserve">he pipe by adjusting the number that </w:t>
      </w:r>
      <w:r w:rsidR="00260935" w:rsidRPr="00A43E0A">
        <w:rPr>
          <w:b/>
        </w:rPr>
        <w:t>changes</w:t>
      </w:r>
      <w:r w:rsidR="00260935">
        <w:t xml:space="preserve"> </w:t>
      </w:r>
      <w:proofErr w:type="spellStart"/>
      <w:r w:rsidR="00260935" w:rsidRPr="00A43E0A">
        <w:rPr>
          <w:b/>
        </w:rPr>
        <w:t>scrollx</w:t>
      </w:r>
      <w:proofErr w:type="spellEnd"/>
      <w:r w:rsidR="00260935">
        <w:t xml:space="preserve">. </w:t>
      </w:r>
      <w:r>
        <w:br/>
      </w:r>
    </w:p>
    <w:p w:rsidR="00E934C6" w:rsidRDefault="00A43503" w:rsidP="001F2D51">
      <w:pPr>
        <w:pStyle w:val="NoSpacing"/>
        <w:numPr>
          <w:ilvl w:val="0"/>
          <w:numId w:val="1"/>
        </w:numPr>
      </w:pPr>
      <w:r>
        <w:t xml:space="preserve">In our game, avoiding the pipes is </w:t>
      </w:r>
      <w:r w:rsidRPr="00A43503">
        <w:rPr>
          <w:b/>
        </w:rPr>
        <w:t>endless</w:t>
      </w:r>
      <w:r w:rsidR="000978C0">
        <w:t xml:space="preserve"> – it is the type of game we are making an “endless runner”. Add the following script to the pipe.</w:t>
      </w:r>
      <w:r w:rsidR="000978C0">
        <w:br/>
      </w:r>
      <w:r w:rsidR="000978C0">
        <w:br/>
      </w:r>
      <w:r w:rsidR="000978C0">
        <w:object w:dxaOrig="3243" w:dyaOrig="2162">
          <v:shape id="_x0000_i1038" type="#_x0000_t75" style="width:245.25pt;height:163.5pt" o:ole="">
            <v:imagedata r:id="rId34" o:title=""/>
          </v:shape>
          <o:OLEObject Type="Embed" ProgID="Unknown" ShapeID="_x0000_i1038" DrawAspect="Content" ObjectID="_1456213255" r:id="rId35"/>
        </w:object>
      </w:r>
      <w:r w:rsidR="000978C0">
        <w:br/>
      </w:r>
      <w:r w:rsidR="004F4A62">
        <w:t>Let’s look at the script to understand it.</w:t>
      </w:r>
      <w:r w:rsidR="00626434">
        <w:t xml:space="preserve"> We are adding one to the </w:t>
      </w:r>
      <w:r w:rsidR="00626434" w:rsidRPr="009063D5">
        <w:rPr>
          <w:b/>
        </w:rPr>
        <w:t>score</w:t>
      </w:r>
      <w:r w:rsidR="00626434">
        <w:t xml:space="preserve"> – if the pipe reaches the left-hand side of the screen then the player will have successfully avoided it. We set the </w:t>
      </w:r>
      <w:r w:rsidR="00626434" w:rsidRPr="009063D5">
        <w:rPr>
          <w:b/>
        </w:rPr>
        <w:t>Y</w:t>
      </w:r>
      <w:r w:rsidR="00626434">
        <w:t xml:space="preserve"> (vertically up or down) position of the pipe to be something </w:t>
      </w:r>
      <w:r w:rsidR="00626434" w:rsidRPr="009063D5">
        <w:rPr>
          <w:b/>
        </w:rPr>
        <w:t>random</w:t>
      </w:r>
      <w:r w:rsidR="00626434">
        <w:t xml:space="preserve">. The gameplay element in our game means the player must flap up or down to avoid the pipes. Finally we set </w:t>
      </w:r>
      <w:proofErr w:type="spellStart"/>
      <w:r w:rsidR="00626434">
        <w:t>scrollx</w:t>
      </w:r>
      <w:proofErr w:type="spellEnd"/>
      <w:r w:rsidR="00626434">
        <w:t xml:space="preserve"> back to be </w:t>
      </w:r>
      <w:r w:rsidR="00626434" w:rsidRPr="009063D5">
        <w:rPr>
          <w:b/>
        </w:rPr>
        <w:t>250</w:t>
      </w:r>
      <w:r w:rsidR="00626434">
        <w:t xml:space="preserve"> to move the pipe to the right-hand side – remember we update the </w:t>
      </w:r>
      <w:r w:rsidR="00626434" w:rsidRPr="009063D5">
        <w:rPr>
          <w:b/>
        </w:rPr>
        <w:t xml:space="preserve">X </w:t>
      </w:r>
      <w:r w:rsidR="00626434">
        <w:t xml:space="preserve">position (left or right) of the pipe by using the variable </w:t>
      </w:r>
      <w:proofErr w:type="spellStart"/>
      <w:r w:rsidR="00626434" w:rsidRPr="009063D5">
        <w:rPr>
          <w:b/>
        </w:rPr>
        <w:t>scrollx</w:t>
      </w:r>
      <w:proofErr w:type="spellEnd"/>
      <w:r w:rsidR="009063D5">
        <w:t xml:space="preserve"> in the other piece of script.</w:t>
      </w:r>
      <w:r w:rsidR="000978C0">
        <w:br/>
      </w:r>
    </w:p>
    <w:p w:rsidR="00E934C6" w:rsidRDefault="00A93F42" w:rsidP="001F2D51">
      <w:pPr>
        <w:pStyle w:val="NoSpacing"/>
        <w:numPr>
          <w:ilvl w:val="0"/>
          <w:numId w:val="1"/>
        </w:numPr>
      </w:pPr>
      <w:r>
        <w:t>Test it and save it! Does your pipe move from right to left then re-start at the right-hand side but in a random vertical position?</w:t>
      </w:r>
    </w:p>
    <w:p w:rsidR="00E934C6" w:rsidRDefault="00F47281" w:rsidP="001F2D51">
      <w:pPr>
        <w:pStyle w:val="NoSpacing"/>
        <w:numPr>
          <w:ilvl w:val="0"/>
          <w:numId w:val="1"/>
        </w:numPr>
      </w:pPr>
      <w:r>
        <w:t xml:space="preserve">Tidy up your screen: Make sure that all of the </w:t>
      </w:r>
      <w:r w:rsidRPr="00F47281">
        <w:rPr>
          <w:b/>
        </w:rPr>
        <w:t>variables</w:t>
      </w:r>
      <w:r>
        <w:t xml:space="preserve"> aren’t displayed </w:t>
      </w:r>
      <w:r w:rsidRPr="00F47281">
        <w:rPr>
          <w:u w:val="single"/>
        </w:rPr>
        <w:t>except</w:t>
      </w:r>
      <w:r>
        <w:t xml:space="preserve"> for the score. Click the </w:t>
      </w:r>
      <w:r w:rsidRPr="00296568">
        <w:rPr>
          <w:b/>
        </w:rPr>
        <w:t>score</w:t>
      </w:r>
      <w:r>
        <w:t xml:space="preserve"> so it shows it in a </w:t>
      </w:r>
      <w:r w:rsidRPr="00296568">
        <w:rPr>
          <w:b/>
        </w:rPr>
        <w:t>number-only format</w:t>
      </w:r>
      <w:r>
        <w:t xml:space="preserve"> and not with the label</w:t>
      </w:r>
      <w:proofErr w:type="gramStart"/>
      <w:r>
        <w:t>:</w:t>
      </w:r>
      <w:proofErr w:type="gramEnd"/>
      <w:r w:rsidR="00584BD8">
        <w:br/>
      </w:r>
      <w:r w:rsidR="00584BD8">
        <w:br/>
      </w:r>
      <w:r w:rsidR="00BC4C74">
        <w:object w:dxaOrig="1081" w:dyaOrig="1081">
          <v:shape id="_x0000_i1039" type="#_x0000_t75" style="width:84pt;height:84pt" o:ole="">
            <v:imagedata r:id="rId36" o:title=""/>
          </v:shape>
          <o:OLEObject Type="Embed" ProgID="Unknown" ShapeID="_x0000_i1039" DrawAspect="Content" ObjectID="_1456213256" r:id="rId37"/>
        </w:object>
      </w:r>
      <w:r>
        <w:br/>
      </w:r>
      <w:r>
        <w:br/>
      </w:r>
      <w:r w:rsidR="00185F58" w:rsidRPr="00235335">
        <w:rPr>
          <w:b/>
        </w:rPr>
        <w:t>PIPES, PIPES AND MORE PIPES!</w:t>
      </w:r>
      <w:r>
        <w:br/>
      </w:r>
    </w:p>
    <w:p w:rsidR="00E934C6" w:rsidRDefault="00AC4131" w:rsidP="001F2D51">
      <w:pPr>
        <w:pStyle w:val="NoSpacing"/>
        <w:numPr>
          <w:ilvl w:val="0"/>
          <w:numId w:val="1"/>
        </w:numPr>
      </w:pPr>
      <w:r>
        <w:t>It’s now easy to add another pipe to increase the difficulty of the game. Duplicate the “Pipe1” sprite to a new sprite. Rename the new sprite to be “Pipe2”.</w:t>
      </w:r>
    </w:p>
    <w:p w:rsidR="00C77648" w:rsidRDefault="00CF3797" w:rsidP="001F2D51">
      <w:pPr>
        <w:pStyle w:val="NoSpacing"/>
        <w:numPr>
          <w:ilvl w:val="0"/>
          <w:numId w:val="1"/>
        </w:numPr>
      </w:pPr>
      <w:r>
        <w:t xml:space="preserve">The only thing we need to do to the new pipe is to change its starting position. Alter the bit of code that hides the pipe and sets the first value of </w:t>
      </w:r>
      <w:proofErr w:type="spellStart"/>
      <w:r>
        <w:t>scrollx</w:t>
      </w:r>
      <w:proofErr w:type="spellEnd"/>
      <w:r>
        <w:t>:</w:t>
      </w:r>
      <w:r>
        <w:br/>
      </w:r>
      <w:r>
        <w:br/>
      </w:r>
      <w:r w:rsidR="00BC4C74">
        <w:object w:dxaOrig="2162" w:dyaOrig="1081">
          <v:shape id="_x0000_i1040" type="#_x0000_t75" style="width:162pt;height:96.75pt" o:ole="">
            <v:imagedata r:id="rId38" o:title=""/>
          </v:shape>
          <o:OLEObject Type="Embed" ProgID="Unknown" ShapeID="_x0000_i1040" DrawAspect="Content" ObjectID="_1456213257" r:id="rId39"/>
        </w:object>
      </w:r>
      <w:r>
        <w:br/>
      </w:r>
    </w:p>
    <w:p w:rsidR="00C77648" w:rsidRDefault="00661CA2" w:rsidP="001F2D51">
      <w:pPr>
        <w:pStyle w:val="NoSpacing"/>
        <w:numPr>
          <w:ilvl w:val="0"/>
          <w:numId w:val="1"/>
        </w:numPr>
      </w:pPr>
      <w:r>
        <w:t>Test it! Save It! Do you have two pipes working as they should?</w:t>
      </w:r>
      <w:r w:rsidR="00783E0B">
        <w:br/>
      </w:r>
      <w:r w:rsidR="00783E0B">
        <w:br/>
      </w:r>
      <w:r w:rsidR="00783E0B" w:rsidRPr="00311A8D">
        <w:rPr>
          <w:b/>
        </w:rPr>
        <w:t>AVOID THE PIPES!</w:t>
      </w:r>
      <w:r w:rsidR="00783E0B">
        <w:br/>
      </w:r>
    </w:p>
    <w:p w:rsidR="00C77648" w:rsidRDefault="00311A8D" w:rsidP="001F2D51">
      <w:pPr>
        <w:pStyle w:val="NoSpacing"/>
        <w:numPr>
          <w:ilvl w:val="0"/>
          <w:numId w:val="1"/>
        </w:numPr>
      </w:pPr>
      <w:r>
        <w:t>Back in the Flappy sprite we need to test whether the player touches the pipe. If they do then it is game over, the object of the game is to avoid them</w:t>
      </w:r>
      <w:proofErr w:type="gramStart"/>
      <w:r>
        <w:t>:</w:t>
      </w:r>
      <w:proofErr w:type="gramEnd"/>
      <w:r>
        <w:br/>
      </w:r>
      <w:r w:rsidR="00074E21">
        <w:br/>
      </w:r>
      <w:r w:rsidR="00074E21" w:rsidRPr="003128F1">
        <w:rPr>
          <w:color w:val="FF0000"/>
        </w:rPr>
        <w:t>Be careful adding this script!</w:t>
      </w:r>
      <w:r w:rsidR="00074E21">
        <w:br/>
      </w:r>
      <w:r w:rsidR="00074E21">
        <w:br/>
        <w:t xml:space="preserve">We need to check whether the bird touches the colour at the edge of the pipe. Take care when creating this piece of code. If you want to make the game </w:t>
      </w:r>
      <w:r w:rsidR="003128F1">
        <w:t>slightly</w:t>
      </w:r>
      <w:r w:rsidR="00074E21">
        <w:t xml:space="preserve"> easier you can test for a touching </w:t>
      </w:r>
      <w:r w:rsidR="003C1447">
        <w:t>colour</w:t>
      </w:r>
      <w:r w:rsidR="00074E21">
        <w:t xml:space="preserve"> that is one of the shades of green in the pipe. </w:t>
      </w:r>
      <w:r>
        <w:br/>
      </w:r>
      <w:r w:rsidR="00074E21">
        <w:object w:dxaOrig="2162" w:dyaOrig="2162">
          <v:shape id="_x0000_i1041" type="#_x0000_t75" style="width:179.25pt;height:179.25pt" o:ole="">
            <v:imagedata r:id="rId40" o:title=""/>
          </v:shape>
          <o:OLEObject Type="Embed" ProgID="Unknown" ShapeID="_x0000_i1041" DrawAspect="Content" ObjectID="_1456213258" r:id="rId41"/>
        </w:object>
      </w:r>
      <w:r>
        <w:br/>
      </w:r>
      <w:r w:rsidR="003E2C3C">
        <w:br/>
        <w:t xml:space="preserve">Setting the </w:t>
      </w:r>
      <w:r w:rsidR="003E2C3C" w:rsidRPr="00BF1FD1">
        <w:rPr>
          <w:b/>
        </w:rPr>
        <w:t>variable</w:t>
      </w:r>
      <w:r w:rsidR="003E2C3C">
        <w:t xml:space="preserve"> </w:t>
      </w:r>
      <w:r w:rsidR="003E2C3C" w:rsidRPr="00BF1FD1">
        <w:rPr>
          <w:b/>
        </w:rPr>
        <w:t>playing</w:t>
      </w:r>
      <w:r w:rsidR="003E2C3C">
        <w:t xml:space="preserve"> to 0 means that the bird movement and pipe movement should stop.</w:t>
      </w:r>
    </w:p>
    <w:p w:rsidR="003E2C3C" w:rsidRDefault="003E2C3C" w:rsidP="003E2C3C">
      <w:pPr>
        <w:pStyle w:val="NoSpacing"/>
      </w:pPr>
    </w:p>
    <w:p w:rsidR="00C77648" w:rsidRDefault="003E2C3C" w:rsidP="001F2D51">
      <w:pPr>
        <w:pStyle w:val="NoSpacing"/>
        <w:numPr>
          <w:ilvl w:val="0"/>
          <w:numId w:val="1"/>
        </w:numPr>
      </w:pPr>
      <w:r>
        <w:lastRenderedPageBreak/>
        <w:t xml:space="preserve">We have </w:t>
      </w:r>
      <w:r w:rsidRPr="00BF1FD1">
        <w:rPr>
          <w:b/>
        </w:rPr>
        <w:t>broadcast</w:t>
      </w:r>
      <w:r>
        <w:t xml:space="preserve"> </w:t>
      </w:r>
      <w:r w:rsidR="007F0682">
        <w:t>“</w:t>
      </w:r>
      <w:proofErr w:type="spellStart"/>
      <w:r w:rsidRPr="00BF1FD1">
        <w:rPr>
          <w:b/>
        </w:rPr>
        <w:t>gameover</w:t>
      </w:r>
      <w:proofErr w:type="spellEnd"/>
      <w:r w:rsidR="007F0682">
        <w:t>”</w:t>
      </w:r>
      <w:r>
        <w:t xml:space="preserve">, so now need a sprite that will show a game over message. </w:t>
      </w:r>
      <w:r w:rsidRPr="00BF1FD1">
        <w:rPr>
          <w:b/>
        </w:rPr>
        <w:t>Add a new sprite from a file</w:t>
      </w:r>
      <w:r>
        <w:t>. Select</w:t>
      </w:r>
      <w:proofErr w:type="gramStart"/>
      <w:r>
        <w:t>:</w:t>
      </w:r>
      <w:proofErr w:type="gramEnd"/>
      <w:r>
        <w:br/>
      </w:r>
      <w:r>
        <w:br/>
      </w:r>
      <w:r w:rsidR="00447130">
        <w:t>fb-game-over!.png</w:t>
      </w:r>
      <w:r>
        <w:br/>
      </w:r>
    </w:p>
    <w:p w:rsidR="008B6FF0" w:rsidRDefault="00396E06" w:rsidP="001F2D51">
      <w:pPr>
        <w:pStyle w:val="NoSpacing"/>
        <w:numPr>
          <w:ilvl w:val="0"/>
          <w:numId w:val="1"/>
        </w:numPr>
      </w:pPr>
      <w:r w:rsidRPr="008141F9">
        <w:rPr>
          <w:b/>
        </w:rPr>
        <w:t>Name</w:t>
      </w:r>
      <w:r>
        <w:t xml:space="preserve"> the sprite “</w:t>
      </w:r>
      <w:proofErr w:type="spellStart"/>
      <w:r w:rsidRPr="008141F9">
        <w:rPr>
          <w:b/>
        </w:rPr>
        <w:t>GameOver</w:t>
      </w:r>
      <w:proofErr w:type="spellEnd"/>
      <w:r>
        <w:t xml:space="preserve">”. </w:t>
      </w:r>
    </w:p>
    <w:p w:rsidR="003E2C3C" w:rsidRDefault="007F0682" w:rsidP="001F2D51">
      <w:pPr>
        <w:pStyle w:val="NoSpacing"/>
        <w:numPr>
          <w:ilvl w:val="0"/>
          <w:numId w:val="1"/>
        </w:numPr>
      </w:pPr>
      <w:r>
        <w:t>We just need two final scripts. One to hide the game over graphic when the game starts:</w:t>
      </w:r>
      <w:r>
        <w:br/>
      </w:r>
      <w:r>
        <w:br/>
      </w:r>
      <w:r w:rsidR="006A795D">
        <w:object w:dxaOrig="1081" w:dyaOrig="1081">
          <v:shape id="_x0000_i1042" type="#_x0000_t75" style="width:111.75pt;height:87pt" o:ole="">
            <v:imagedata r:id="rId42" o:title=""/>
          </v:shape>
          <o:OLEObject Type="Embed" ProgID="Unknown" ShapeID="_x0000_i1042" DrawAspect="Content" ObjectID="_1456213259" r:id="rId43"/>
        </w:object>
      </w:r>
      <w:r>
        <w:br/>
      </w:r>
    </w:p>
    <w:p w:rsidR="00E934C6" w:rsidRDefault="00A46062" w:rsidP="001F2D51">
      <w:pPr>
        <w:pStyle w:val="NoSpacing"/>
        <w:numPr>
          <w:ilvl w:val="0"/>
          <w:numId w:val="1"/>
        </w:numPr>
      </w:pPr>
      <w:r>
        <w:t>The next to respond to the “</w:t>
      </w:r>
      <w:proofErr w:type="spellStart"/>
      <w:r w:rsidRPr="00A46062">
        <w:rPr>
          <w:b/>
        </w:rPr>
        <w:t>gameover</w:t>
      </w:r>
      <w:proofErr w:type="spellEnd"/>
      <w:r>
        <w:t xml:space="preserve">” </w:t>
      </w:r>
      <w:r w:rsidRPr="00A46062">
        <w:rPr>
          <w:b/>
        </w:rPr>
        <w:t>broadcast</w:t>
      </w:r>
      <w:r>
        <w:t xml:space="preserve"> and display the score</w:t>
      </w:r>
      <w:proofErr w:type="gramStart"/>
      <w:r>
        <w:t>:</w:t>
      </w:r>
      <w:proofErr w:type="gramEnd"/>
      <w:r>
        <w:br/>
      </w:r>
      <w:r>
        <w:br/>
      </w:r>
      <w:r w:rsidR="00616745">
        <w:object w:dxaOrig="3243" w:dyaOrig="1081">
          <v:shape id="_x0000_i1043" type="#_x0000_t75" style="width:170.25pt;height:87.75pt" o:ole="">
            <v:imagedata r:id="rId44" o:title=""/>
          </v:shape>
          <o:OLEObject Type="Embed" ProgID="Unknown" ShapeID="_x0000_i1043" DrawAspect="Content" ObjectID="_1456213260" r:id="rId45"/>
        </w:object>
      </w:r>
      <w:r>
        <w:br/>
      </w:r>
      <w:r w:rsidR="00616745">
        <w:br/>
        <w:t>Be careful adding this script.</w:t>
      </w:r>
      <w:r w:rsidR="00616745">
        <w:br/>
      </w:r>
      <w:r w:rsidR="00616745">
        <w:br/>
        <w:t xml:space="preserve">Make sure that you have a space at the end of “You scored </w:t>
      </w:r>
      <w:proofErr w:type="gramStart"/>
      <w:r w:rsidR="00616745">
        <w:t>“ otherwise</w:t>
      </w:r>
      <w:proofErr w:type="gramEnd"/>
      <w:r w:rsidR="00616745">
        <w:t xml:space="preserve"> the message might not make sense!</w:t>
      </w:r>
      <w:r w:rsidR="00616745">
        <w:br/>
      </w:r>
    </w:p>
    <w:p w:rsidR="00A46062" w:rsidRDefault="00616745" w:rsidP="001F2D51">
      <w:pPr>
        <w:pStyle w:val="NoSpacing"/>
        <w:numPr>
          <w:ilvl w:val="0"/>
          <w:numId w:val="1"/>
        </w:numPr>
      </w:pPr>
      <w:r>
        <w:t>Test it! Save it!</w:t>
      </w:r>
      <w:r>
        <w:br/>
      </w:r>
      <w:r>
        <w:br/>
      </w:r>
      <w:r w:rsidRPr="00616745">
        <w:rPr>
          <w:b/>
        </w:rPr>
        <w:t>WELL DONE!</w:t>
      </w:r>
      <w:r w:rsidR="00184DD2">
        <w:rPr>
          <w:b/>
        </w:rPr>
        <w:t xml:space="preserve"> NOW EXTEND OR CUSTOMISE YOUR GAME IF YOU HAVE TIME!</w:t>
      </w:r>
    </w:p>
    <w:p w:rsidR="00217635" w:rsidRDefault="00217635" w:rsidP="00217635">
      <w:pPr>
        <w:pStyle w:val="NoSpacing"/>
      </w:pPr>
    </w:p>
    <w:p w:rsidR="00616745" w:rsidRPr="00FC4905" w:rsidRDefault="00B33C4C" w:rsidP="00217635">
      <w:pPr>
        <w:pStyle w:val="NoSpacing"/>
        <w:rPr>
          <w:b/>
        </w:rPr>
      </w:pPr>
      <w:r>
        <w:rPr>
          <w:b/>
        </w:rPr>
        <w:t>EXTENSION 1 – ADD A SCROLLING FLOOR</w:t>
      </w:r>
    </w:p>
    <w:p w:rsidR="00616745" w:rsidRDefault="00616745" w:rsidP="00217635">
      <w:pPr>
        <w:pStyle w:val="NoSpacing"/>
      </w:pPr>
    </w:p>
    <w:p w:rsidR="00B33C4C" w:rsidRDefault="00BC4CB0" w:rsidP="00B33C4C">
      <w:pPr>
        <w:pStyle w:val="NoSpacing"/>
        <w:numPr>
          <w:ilvl w:val="0"/>
          <w:numId w:val="3"/>
        </w:numPr>
      </w:pPr>
      <w:r>
        <w:t>Can you add a scrolling floor?</w:t>
      </w:r>
    </w:p>
    <w:p w:rsidR="00B33C4C" w:rsidRDefault="00B33C4C" w:rsidP="00B33C4C">
      <w:pPr>
        <w:pStyle w:val="NoSpacing"/>
      </w:pPr>
    </w:p>
    <w:p w:rsidR="007015D9" w:rsidRPr="001239A8" w:rsidRDefault="007015D9" w:rsidP="00B33C4C">
      <w:pPr>
        <w:pStyle w:val="NoSpacing"/>
        <w:rPr>
          <w:b/>
        </w:rPr>
      </w:pPr>
      <w:r w:rsidRPr="001239A8">
        <w:rPr>
          <w:b/>
        </w:rPr>
        <w:t>EXTENSION 2 – KILL FLAPPY WHEN THE CHARACTER HITS THE FLOOR</w:t>
      </w:r>
    </w:p>
    <w:p w:rsidR="00DB08CD" w:rsidRDefault="00DB08CD" w:rsidP="00B33C4C">
      <w:pPr>
        <w:pStyle w:val="NoSpacing"/>
      </w:pPr>
    </w:p>
    <w:p w:rsidR="004D0AB2" w:rsidRDefault="00BC4CB0" w:rsidP="00B33C4C">
      <w:pPr>
        <w:pStyle w:val="NoSpacing"/>
        <w:numPr>
          <w:ilvl w:val="0"/>
          <w:numId w:val="4"/>
        </w:numPr>
      </w:pPr>
      <w:r>
        <w:t>Can you add the code for killing the player when they touch the floor?</w:t>
      </w:r>
    </w:p>
    <w:p w:rsidR="00B33C4C" w:rsidRDefault="00B33C4C" w:rsidP="00B33C4C">
      <w:pPr>
        <w:pStyle w:val="NoSpacing"/>
      </w:pPr>
    </w:p>
    <w:p w:rsidR="00217635" w:rsidRPr="00972046" w:rsidRDefault="00217635" w:rsidP="00217635">
      <w:pPr>
        <w:pStyle w:val="NoSpacing"/>
        <w:rPr>
          <w:b/>
        </w:rPr>
      </w:pPr>
      <w:r w:rsidRPr="00972046">
        <w:rPr>
          <w:b/>
        </w:rPr>
        <w:t>CHALLENGES OR CUSTOMISATIONS</w:t>
      </w:r>
    </w:p>
    <w:p w:rsidR="00217635" w:rsidRDefault="00217635" w:rsidP="00217635">
      <w:pPr>
        <w:pStyle w:val="NoSpacing"/>
      </w:pPr>
    </w:p>
    <w:p w:rsidR="00217635" w:rsidRDefault="00217635" w:rsidP="00217635">
      <w:pPr>
        <w:pStyle w:val="NoSpacing"/>
        <w:numPr>
          <w:ilvl w:val="0"/>
          <w:numId w:val="2"/>
        </w:numPr>
      </w:pPr>
      <w:r>
        <w:t>Change the “Title” sprite to be whatever you want it to be. Change the name of the game, use different fonts, or draw your own title logo.</w:t>
      </w:r>
    </w:p>
    <w:p w:rsidR="0033463B" w:rsidRDefault="0033463B" w:rsidP="00217635">
      <w:pPr>
        <w:pStyle w:val="NoSpacing"/>
        <w:numPr>
          <w:ilvl w:val="0"/>
          <w:numId w:val="2"/>
        </w:numPr>
      </w:pPr>
      <w:r>
        <w:t>Change the “</w:t>
      </w:r>
      <w:proofErr w:type="spellStart"/>
      <w:r>
        <w:t>GameOver</w:t>
      </w:r>
      <w:proofErr w:type="spellEnd"/>
      <w:r>
        <w:t xml:space="preserve">” sprite to be whatever you want it to be. </w:t>
      </w:r>
      <w:r w:rsidR="00D758D0">
        <w:t>Change the message shown or add your own end of game customisation.</w:t>
      </w:r>
    </w:p>
    <w:p w:rsidR="00217635" w:rsidRDefault="00217635" w:rsidP="00217635">
      <w:pPr>
        <w:pStyle w:val="NoSpacing"/>
        <w:numPr>
          <w:ilvl w:val="0"/>
          <w:numId w:val="2"/>
        </w:numPr>
      </w:pPr>
      <w:r>
        <w:t xml:space="preserve">Change the bird </w:t>
      </w:r>
      <w:r w:rsidR="009364BA">
        <w:t>character</w:t>
      </w:r>
      <w:r>
        <w:t xml:space="preserve"> – use a different character altogether or customise the look and colours of the provided animations.</w:t>
      </w:r>
    </w:p>
    <w:p w:rsidR="00A97929" w:rsidRDefault="00A97929" w:rsidP="00217635">
      <w:pPr>
        <w:pStyle w:val="NoSpacing"/>
        <w:numPr>
          <w:ilvl w:val="0"/>
          <w:numId w:val="2"/>
        </w:numPr>
      </w:pPr>
      <w:r>
        <w:lastRenderedPageBreak/>
        <w:t>Several sounds are available in the resource folders. Can you add a sound when a point is scored or when the player dies, or even when the player flaps their wings?</w:t>
      </w:r>
    </w:p>
    <w:p w:rsidR="00106F6F" w:rsidRDefault="00106F6F" w:rsidP="00217635">
      <w:pPr>
        <w:pStyle w:val="NoSpacing"/>
        <w:numPr>
          <w:ilvl w:val="0"/>
          <w:numId w:val="2"/>
        </w:numPr>
      </w:pPr>
      <w:r>
        <w:t>Can you get the game to restart without having to press the green flag?</w:t>
      </w:r>
    </w:p>
    <w:p w:rsidR="004D0AB2" w:rsidRDefault="004D0AB2" w:rsidP="00217635">
      <w:pPr>
        <w:pStyle w:val="NoSpacing"/>
        <w:numPr>
          <w:ilvl w:val="0"/>
          <w:numId w:val="2"/>
        </w:numPr>
      </w:pPr>
      <w:r>
        <w:t>Can you record your own sound effects and perhaps even record some music to go with the game?</w:t>
      </w:r>
    </w:p>
    <w:p w:rsidR="00B50A73" w:rsidRDefault="00B50A73" w:rsidP="00B50A73">
      <w:pPr>
        <w:pStyle w:val="NoSpacing"/>
      </w:pPr>
    </w:p>
    <w:p w:rsidR="00B50A73" w:rsidRDefault="00B50A73" w:rsidP="00B50A73">
      <w:pPr>
        <w:pStyle w:val="NoSpacing"/>
      </w:pPr>
    </w:p>
    <w:p w:rsidR="00B50A73" w:rsidRDefault="00B50A73" w:rsidP="00B50A73">
      <w:pPr>
        <w:pStyle w:val="NoSpacing"/>
      </w:pPr>
    </w:p>
    <w:p w:rsidR="00B50A73" w:rsidRDefault="00B50A73" w:rsidP="00B50A73">
      <w:pPr>
        <w:pStyle w:val="NoSpacing"/>
      </w:pPr>
    </w:p>
    <w:sectPr w:rsidR="00B50A73">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EC8" w:rsidRDefault="00C76EC8" w:rsidP="00850673">
      <w:pPr>
        <w:spacing w:after="0" w:line="240" w:lineRule="auto"/>
      </w:pPr>
      <w:r>
        <w:separator/>
      </w:r>
    </w:p>
  </w:endnote>
  <w:endnote w:type="continuationSeparator" w:id="0">
    <w:p w:rsidR="00C76EC8" w:rsidRDefault="00C76EC8" w:rsidP="0085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673" w:rsidRPr="00850673" w:rsidRDefault="00850673">
    <w:pPr>
      <w:pStyle w:val="Footer"/>
      <w:rPr>
        <w:sz w:val="16"/>
        <w:szCs w:val="16"/>
      </w:rPr>
    </w:pPr>
    <w:r w:rsidRPr="00850673">
      <w:rPr>
        <w:sz w:val="16"/>
        <w:szCs w:val="16"/>
      </w:rPr>
      <w:t>Mark Hardisty (@</w:t>
    </w:r>
    <w:proofErr w:type="spellStart"/>
    <w:r w:rsidRPr="00850673">
      <w:rPr>
        <w:sz w:val="16"/>
        <w:szCs w:val="16"/>
      </w:rPr>
      <w:t>hardistymark</w:t>
    </w:r>
    <w:proofErr w:type="spellEnd"/>
    <w:proofErr w:type="gramStart"/>
    <w:r w:rsidRPr="00850673">
      <w:rPr>
        <w:sz w:val="16"/>
        <w:szCs w:val="16"/>
      </w:rPr>
      <w:t>)</w:t>
    </w:r>
    <w:proofErr w:type="gramEnd"/>
    <w:r w:rsidRPr="00850673">
      <w:rPr>
        <w:sz w:val="16"/>
        <w:szCs w:val="16"/>
      </w:rPr>
      <w:br/>
      <w:t>mhardisty@brinsworth.rotherham.sch.uk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EC8" w:rsidRDefault="00C76EC8" w:rsidP="00850673">
      <w:pPr>
        <w:spacing w:after="0" w:line="240" w:lineRule="auto"/>
      </w:pPr>
      <w:r>
        <w:separator/>
      </w:r>
    </w:p>
  </w:footnote>
  <w:footnote w:type="continuationSeparator" w:id="0">
    <w:p w:rsidR="00C76EC8" w:rsidRDefault="00C76EC8" w:rsidP="008506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A18FC"/>
    <w:multiLevelType w:val="hybridMultilevel"/>
    <w:tmpl w:val="29309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CE24C9A"/>
    <w:multiLevelType w:val="hybridMultilevel"/>
    <w:tmpl w:val="0F5A2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12748B"/>
    <w:multiLevelType w:val="hybridMultilevel"/>
    <w:tmpl w:val="C538AE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CE453CD"/>
    <w:multiLevelType w:val="hybridMultilevel"/>
    <w:tmpl w:val="85C44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A73"/>
    <w:rsid w:val="000008E8"/>
    <w:rsid w:val="00074E21"/>
    <w:rsid w:val="00076990"/>
    <w:rsid w:val="00093323"/>
    <w:rsid w:val="000978C0"/>
    <w:rsid w:val="000C397A"/>
    <w:rsid w:val="000F1BB6"/>
    <w:rsid w:val="00106F6F"/>
    <w:rsid w:val="001239A8"/>
    <w:rsid w:val="00184DD2"/>
    <w:rsid w:val="00185F58"/>
    <w:rsid w:val="001B3CE4"/>
    <w:rsid w:val="001F2D51"/>
    <w:rsid w:val="001F4579"/>
    <w:rsid w:val="00217635"/>
    <w:rsid w:val="00235335"/>
    <w:rsid w:val="00260935"/>
    <w:rsid w:val="00264486"/>
    <w:rsid w:val="00270C6D"/>
    <w:rsid w:val="00270D16"/>
    <w:rsid w:val="00296568"/>
    <w:rsid w:val="002D2BE8"/>
    <w:rsid w:val="00311A8D"/>
    <w:rsid w:val="003128F1"/>
    <w:rsid w:val="0033463B"/>
    <w:rsid w:val="00345BA9"/>
    <w:rsid w:val="00396E06"/>
    <w:rsid w:val="003C1447"/>
    <w:rsid w:val="003E2C3C"/>
    <w:rsid w:val="003E7453"/>
    <w:rsid w:val="00414A19"/>
    <w:rsid w:val="004403E4"/>
    <w:rsid w:val="00445AC6"/>
    <w:rsid w:val="00447130"/>
    <w:rsid w:val="00456E38"/>
    <w:rsid w:val="00492C15"/>
    <w:rsid w:val="004A3016"/>
    <w:rsid w:val="004D0AB2"/>
    <w:rsid w:val="004F4A62"/>
    <w:rsid w:val="00506618"/>
    <w:rsid w:val="0052422A"/>
    <w:rsid w:val="00575D31"/>
    <w:rsid w:val="005811A1"/>
    <w:rsid w:val="00584BD8"/>
    <w:rsid w:val="005B1023"/>
    <w:rsid w:val="00605314"/>
    <w:rsid w:val="00611EB2"/>
    <w:rsid w:val="00615F1E"/>
    <w:rsid w:val="00616745"/>
    <w:rsid w:val="0061715E"/>
    <w:rsid w:val="00626434"/>
    <w:rsid w:val="00661CA2"/>
    <w:rsid w:val="006925F9"/>
    <w:rsid w:val="006A795D"/>
    <w:rsid w:val="006B79DA"/>
    <w:rsid w:val="007015D9"/>
    <w:rsid w:val="007163CF"/>
    <w:rsid w:val="007209F0"/>
    <w:rsid w:val="00727F25"/>
    <w:rsid w:val="00736ED5"/>
    <w:rsid w:val="00762B44"/>
    <w:rsid w:val="00775B90"/>
    <w:rsid w:val="00783E0B"/>
    <w:rsid w:val="00787816"/>
    <w:rsid w:val="007D4121"/>
    <w:rsid w:val="007E05C6"/>
    <w:rsid w:val="007F0682"/>
    <w:rsid w:val="008141F9"/>
    <w:rsid w:val="00842F10"/>
    <w:rsid w:val="00850673"/>
    <w:rsid w:val="00857710"/>
    <w:rsid w:val="008807BE"/>
    <w:rsid w:val="00894F59"/>
    <w:rsid w:val="008956DC"/>
    <w:rsid w:val="008B6FF0"/>
    <w:rsid w:val="008E5165"/>
    <w:rsid w:val="008F6E5A"/>
    <w:rsid w:val="009063D5"/>
    <w:rsid w:val="00911563"/>
    <w:rsid w:val="009364BA"/>
    <w:rsid w:val="00945C28"/>
    <w:rsid w:val="00950BE7"/>
    <w:rsid w:val="00972046"/>
    <w:rsid w:val="00983A3B"/>
    <w:rsid w:val="00995797"/>
    <w:rsid w:val="009D57E7"/>
    <w:rsid w:val="00A0267D"/>
    <w:rsid w:val="00A43503"/>
    <w:rsid w:val="00A43E0A"/>
    <w:rsid w:val="00A46062"/>
    <w:rsid w:val="00A65DA4"/>
    <w:rsid w:val="00A93F42"/>
    <w:rsid w:val="00A9666E"/>
    <w:rsid w:val="00A97929"/>
    <w:rsid w:val="00AC4131"/>
    <w:rsid w:val="00AD0EA0"/>
    <w:rsid w:val="00AD1CB7"/>
    <w:rsid w:val="00B11D01"/>
    <w:rsid w:val="00B33C4C"/>
    <w:rsid w:val="00B40EFC"/>
    <w:rsid w:val="00B50A73"/>
    <w:rsid w:val="00B75C74"/>
    <w:rsid w:val="00BB0843"/>
    <w:rsid w:val="00BB1F13"/>
    <w:rsid w:val="00BC4C74"/>
    <w:rsid w:val="00BC4CB0"/>
    <w:rsid w:val="00BF1FD1"/>
    <w:rsid w:val="00C01DC6"/>
    <w:rsid w:val="00C36D16"/>
    <w:rsid w:val="00C63FAD"/>
    <w:rsid w:val="00C76EC8"/>
    <w:rsid w:val="00C77648"/>
    <w:rsid w:val="00C91B64"/>
    <w:rsid w:val="00CE134A"/>
    <w:rsid w:val="00CF3797"/>
    <w:rsid w:val="00CF5D1C"/>
    <w:rsid w:val="00D31EE0"/>
    <w:rsid w:val="00D74167"/>
    <w:rsid w:val="00D758D0"/>
    <w:rsid w:val="00DA6563"/>
    <w:rsid w:val="00DB08CD"/>
    <w:rsid w:val="00DB3B59"/>
    <w:rsid w:val="00DB5CE9"/>
    <w:rsid w:val="00DE06B5"/>
    <w:rsid w:val="00E02007"/>
    <w:rsid w:val="00E6489C"/>
    <w:rsid w:val="00E934C6"/>
    <w:rsid w:val="00EC1FC3"/>
    <w:rsid w:val="00ED43F4"/>
    <w:rsid w:val="00EE7550"/>
    <w:rsid w:val="00F47281"/>
    <w:rsid w:val="00F74E1F"/>
    <w:rsid w:val="00F77F09"/>
    <w:rsid w:val="00F9318F"/>
    <w:rsid w:val="00FC43B6"/>
    <w:rsid w:val="00FC4905"/>
    <w:rsid w:val="00FE0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A73"/>
    <w:pPr>
      <w:spacing w:after="0" w:line="240" w:lineRule="auto"/>
    </w:pPr>
  </w:style>
  <w:style w:type="paragraph" w:styleId="ListParagraph">
    <w:name w:val="List Paragraph"/>
    <w:basedOn w:val="Normal"/>
    <w:uiPriority w:val="34"/>
    <w:qFormat/>
    <w:rsid w:val="003E2C3C"/>
    <w:pPr>
      <w:ind w:left="720"/>
      <w:contextualSpacing/>
    </w:pPr>
  </w:style>
  <w:style w:type="paragraph" w:styleId="Header">
    <w:name w:val="header"/>
    <w:basedOn w:val="Normal"/>
    <w:link w:val="HeaderChar"/>
    <w:uiPriority w:val="99"/>
    <w:unhideWhenUsed/>
    <w:rsid w:val="008506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0673"/>
  </w:style>
  <w:style w:type="paragraph" w:styleId="Footer">
    <w:name w:val="footer"/>
    <w:basedOn w:val="Normal"/>
    <w:link w:val="FooterChar"/>
    <w:uiPriority w:val="99"/>
    <w:unhideWhenUsed/>
    <w:rsid w:val="008506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06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0A73"/>
    <w:pPr>
      <w:spacing w:after="0" w:line="240" w:lineRule="auto"/>
    </w:pPr>
  </w:style>
  <w:style w:type="paragraph" w:styleId="ListParagraph">
    <w:name w:val="List Paragraph"/>
    <w:basedOn w:val="Normal"/>
    <w:uiPriority w:val="34"/>
    <w:qFormat/>
    <w:rsid w:val="003E2C3C"/>
    <w:pPr>
      <w:ind w:left="720"/>
      <w:contextualSpacing/>
    </w:pPr>
  </w:style>
  <w:style w:type="paragraph" w:styleId="Header">
    <w:name w:val="header"/>
    <w:basedOn w:val="Normal"/>
    <w:link w:val="HeaderChar"/>
    <w:uiPriority w:val="99"/>
    <w:unhideWhenUsed/>
    <w:rsid w:val="008506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0673"/>
  </w:style>
  <w:style w:type="paragraph" w:styleId="Footer">
    <w:name w:val="footer"/>
    <w:basedOn w:val="Normal"/>
    <w:link w:val="FooterChar"/>
    <w:uiPriority w:val="99"/>
    <w:unhideWhenUsed/>
    <w:rsid w:val="008506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0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6.bin"/><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image" Target="media/image17.e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C08364F1.dotm</Template>
  <TotalTime>1</TotalTime>
  <Pages>9</Pages>
  <Words>1289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Hardisty</dc:creator>
  <cp:lastModifiedBy>M Hardisty</cp:lastModifiedBy>
  <cp:revision>5</cp:revision>
  <dcterms:created xsi:type="dcterms:W3CDTF">2014-03-13T10:52:00Z</dcterms:created>
  <dcterms:modified xsi:type="dcterms:W3CDTF">2014-03-13T10:53:00Z</dcterms:modified>
</cp:coreProperties>
</file>